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CB8E2" w14:textId="011A885F" w:rsidR="00A66AB8" w:rsidRDefault="00D403F2" w:rsidP="00A66AB8">
      <w:pPr>
        <w:pStyle w:val="NoSpacing"/>
        <w:rPr>
          <w:rFonts w:ascii="Rockwell" w:hAnsi="Rockwell"/>
          <w:b/>
        </w:rPr>
      </w:pPr>
      <w:bookmarkStart w:id="0" w:name="_GoBack"/>
      <w:bookmarkEnd w:id="0"/>
      <w:r>
        <w:rPr>
          <w:rFonts w:ascii="Rockwell" w:hAnsi="Rockwell"/>
          <w:b/>
        </w:rPr>
        <w:t>2020</w:t>
      </w:r>
      <w:r w:rsidR="00A66AB8">
        <w:rPr>
          <w:rFonts w:ascii="Rockwell" w:hAnsi="Rockwell"/>
          <w:b/>
        </w:rPr>
        <w:t xml:space="preserve"> ANTI-DISTRACTED DRIVING</w:t>
      </w:r>
    </w:p>
    <w:p w14:paraId="49DD9C61" w14:textId="77777777" w:rsidR="00A66AB8" w:rsidRDefault="00A66AB8" w:rsidP="00A66AB8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 xml:space="preserve">ENFORCEMENT CAMPAIGN                                                 </w:t>
      </w:r>
    </w:p>
    <w:p w14:paraId="55C50CD4" w14:textId="77777777" w:rsidR="00A66AB8" w:rsidRDefault="00A66AB8" w:rsidP="00A66AB8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SAMPLE TALKING POINTS</w:t>
      </w:r>
    </w:p>
    <w:p w14:paraId="038A07D2" w14:textId="77777777" w:rsidR="00A66AB8" w:rsidRDefault="00A66AB8" w:rsidP="00A66AB8">
      <w:pPr>
        <w:pStyle w:val="NoSpacing"/>
        <w:rPr>
          <w:rFonts w:ascii="Rockwell" w:hAnsi="Rockwell"/>
          <w:b/>
        </w:rPr>
      </w:pPr>
    </w:p>
    <w:p w14:paraId="615ABEDB" w14:textId="00E5246C" w:rsidR="00A66AB8" w:rsidRDefault="00D403F2" w:rsidP="00A66AB8">
      <w:pPr>
        <w:pStyle w:val="NoSpacing"/>
        <w:jc w:val="center"/>
        <w:rPr>
          <w:rFonts w:ascii="Rockwell" w:hAnsi="Rockwell"/>
          <w:b/>
          <w:sz w:val="28"/>
        </w:rPr>
      </w:pPr>
      <w:r>
        <w:rPr>
          <w:rFonts w:ascii="Rockwell" w:hAnsi="Rockwell"/>
          <w:b/>
          <w:sz w:val="28"/>
        </w:rPr>
        <w:t>Eyes on the Road, Hands on the Wheel</w:t>
      </w:r>
    </w:p>
    <w:p w14:paraId="7158C0E8" w14:textId="77777777" w:rsidR="00A66AB8" w:rsidRPr="00D403F2" w:rsidRDefault="00A66AB8" w:rsidP="00A66AB8">
      <w:pPr>
        <w:pStyle w:val="NoSpacing"/>
        <w:jc w:val="center"/>
        <w:rPr>
          <w:rFonts w:ascii="Rockwell" w:hAnsi="Rockwell"/>
          <w:b/>
          <w:sz w:val="28"/>
          <w:lang w:val="es-US"/>
        </w:rPr>
      </w:pPr>
      <w:r w:rsidRPr="00D403F2">
        <w:rPr>
          <w:rFonts w:ascii="Rockwell" w:hAnsi="Rockwell"/>
          <w:b/>
          <w:i/>
          <w:sz w:val="28"/>
          <w:lang w:val="es-US"/>
        </w:rPr>
        <w:t>U Drive. U Text. U Pay.</w:t>
      </w:r>
    </w:p>
    <w:p w14:paraId="74ED6CF4" w14:textId="77777777" w:rsidR="00A66AB8" w:rsidRPr="00D403F2" w:rsidRDefault="00A66AB8" w:rsidP="00A66AB8">
      <w:pPr>
        <w:pStyle w:val="Heading3"/>
        <w:spacing w:after="200"/>
        <w:rPr>
          <w:b w:val="0"/>
          <w:lang w:val="es-US"/>
        </w:rPr>
      </w:pPr>
    </w:p>
    <w:p w14:paraId="2202FFE3" w14:textId="1C5F5B70" w:rsidR="00D914AC" w:rsidRPr="00BF4619" w:rsidRDefault="00A66AB8" w:rsidP="00D91728">
      <w:pPr>
        <w:rPr>
          <w:b/>
          <w:bCs/>
        </w:rPr>
      </w:pPr>
      <w:r>
        <w:t>Distracted driving has become a national epidemic</w:t>
      </w:r>
      <w:r w:rsidR="00D153D0">
        <w:t>—</w:t>
      </w:r>
      <w:r>
        <w:t xml:space="preserve">endangering </w:t>
      </w:r>
      <w:r w:rsidRPr="00A66AB8">
        <w:t>passengers, adjacent vehicle occupants,</w:t>
      </w:r>
      <w:r>
        <w:t xml:space="preserve"> motorcyclists</w:t>
      </w:r>
      <w:r w:rsidR="00D403F2">
        <w:t xml:space="preserve">, </w:t>
      </w:r>
      <w:r>
        <w:t>bicyclists,</w:t>
      </w:r>
      <w:r w:rsidRPr="00A66AB8">
        <w:t xml:space="preserve"> and pedestrians. </w:t>
      </w:r>
      <w:r>
        <w:t>While distracted driving can take man</w:t>
      </w:r>
      <w:r w:rsidR="00BF4619">
        <w:t>y other forms—</w:t>
      </w:r>
      <w:r w:rsidR="00D403F2">
        <w:t>adjusting the radio, putting on</w:t>
      </w:r>
      <w:r w:rsidRPr="00A66AB8">
        <w:t xml:space="preserve"> makeup, eating, </w:t>
      </w:r>
      <w:r w:rsidR="005B6B35">
        <w:t xml:space="preserve">or </w:t>
      </w:r>
      <w:r w:rsidR="00D403F2">
        <w:t>interacting</w:t>
      </w:r>
      <w:r w:rsidR="00BF4619">
        <w:t xml:space="preserve"> with other passengers—</w:t>
      </w:r>
      <w:r w:rsidR="005B6B35">
        <w:t>t</w:t>
      </w:r>
      <w:r w:rsidRPr="00A66AB8">
        <w:t xml:space="preserve">exting </w:t>
      </w:r>
      <w:r>
        <w:t>has become</w:t>
      </w:r>
      <w:r w:rsidRPr="00A66AB8">
        <w:t xml:space="preserve"> one of the most common, pervasive forms of distracted driving, and too many driver</w:t>
      </w:r>
      <w:r w:rsidR="00BF4619">
        <w:t xml:space="preserve">s are succumbing to this deadly, </w:t>
      </w:r>
      <w:r w:rsidRPr="00A66AB8">
        <w:t>and often</w:t>
      </w:r>
      <w:r w:rsidR="00BF4619">
        <w:t xml:space="preserve"> illegal, </w:t>
      </w:r>
      <w:r w:rsidRPr="00A66AB8">
        <w:t>habit.</w:t>
      </w:r>
      <w:r w:rsidR="004441F3">
        <w:t xml:space="preserve"> April is Distracted Driving Awareness Month, and</w:t>
      </w:r>
      <w:r w:rsidRPr="00A66AB8">
        <w:t xml:space="preserve"> </w:t>
      </w:r>
      <w:r w:rsidR="00C02751" w:rsidRPr="00D91728">
        <w:rPr>
          <w:b/>
        </w:rPr>
        <w:t>[Local Public Official]</w:t>
      </w:r>
      <w:r w:rsidR="00C02751">
        <w:t xml:space="preserve"> wants to help spread the word that</w:t>
      </w:r>
      <w:r w:rsidRPr="00A66AB8">
        <w:t xml:space="preserve"> </w:t>
      </w:r>
      <w:r w:rsidRPr="00D91728">
        <w:rPr>
          <w:b/>
        </w:rPr>
        <w:t>[State/Local Law Enforcement Organization]</w:t>
      </w:r>
      <w:r w:rsidRPr="00A66AB8">
        <w:t xml:space="preserve"> is partnering with the U.S. Department of Transportation’s National Highway Traff</w:t>
      </w:r>
      <w:r w:rsidR="00D403F2">
        <w:t>ic Safety Administration</w:t>
      </w:r>
      <w:r w:rsidRPr="00A66AB8">
        <w:t xml:space="preserve"> </w:t>
      </w:r>
      <w:r w:rsidR="005B6B35">
        <w:t xml:space="preserve">(NHTSA) </w:t>
      </w:r>
      <w:r w:rsidRPr="00A66AB8">
        <w:t xml:space="preserve">to step up enforcement and catch distracted drivers from </w:t>
      </w:r>
      <w:r w:rsidR="00D403F2">
        <w:t xml:space="preserve">April 9-13 </w:t>
      </w:r>
      <w:r w:rsidRPr="00A66AB8">
        <w:t xml:space="preserve">as part of the </w:t>
      </w:r>
      <w:r w:rsidR="00D403F2">
        <w:t xml:space="preserve">2020 </w:t>
      </w:r>
      <w:r w:rsidRPr="00A66AB8">
        <w:rPr>
          <w:i/>
        </w:rPr>
        <w:t>U Drive. U Text. U Pay.</w:t>
      </w:r>
      <w:r w:rsidRPr="00A66AB8">
        <w:t xml:space="preserve"> campaign, a national high-visibility effort to </w:t>
      </w:r>
      <w:r>
        <w:t>enforce distracted</w:t>
      </w:r>
      <w:r w:rsidR="005B6B35">
        <w:t xml:space="preserve"> </w:t>
      </w:r>
      <w:r>
        <w:t>driving laws.</w:t>
      </w:r>
      <w:r w:rsidR="00D403F2">
        <w:t xml:space="preserve"> </w:t>
      </w:r>
      <w:r w:rsidR="00D914AC">
        <w:br/>
      </w:r>
    </w:p>
    <w:p w14:paraId="13349C1E" w14:textId="07752773" w:rsidR="00A66AB8" w:rsidRPr="00A66AB8" w:rsidRDefault="00D403F2" w:rsidP="00A66AB8">
      <w:pPr>
        <w:pStyle w:val="Heading3"/>
        <w:tabs>
          <w:tab w:val="left" w:pos="810"/>
          <w:tab w:val="left" w:pos="900"/>
        </w:tabs>
      </w:pPr>
      <w:r>
        <w:t xml:space="preserve">Sad </w:t>
      </w:r>
      <w:r w:rsidR="00A66AB8" w:rsidRPr="00A66AB8">
        <w:t>Stats</w:t>
      </w:r>
    </w:p>
    <w:p w14:paraId="6455EC29" w14:textId="1AFA8A33" w:rsidR="00C02751" w:rsidRPr="00C02751" w:rsidRDefault="00D403F2" w:rsidP="00C02751">
      <w:pPr>
        <w:pStyle w:val="ListParagraph"/>
        <w:numPr>
          <w:ilvl w:val="0"/>
          <w:numId w:val="2"/>
        </w:numPr>
        <w:rPr>
          <w:rFonts w:ascii="Calibri" w:eastAsia="Times New Roman" w:hAnsi="Calibri"/>
        </w:rPr>
      </w:pPr>
      <w:r>
        <w:rPr>
          <w:rFonts w:eastAsia="Times New Roman"/>
        </w:rPr>
        <w:t>Between 2012 and 2018, nearly 23</w:t>
      </w:r>
      <w:r w:rsidR="004441F3">
        <w:rPr>
          <w:rFonts w:eastAsia="Times New Roman"/>
        </w:rPr>
        <w:t>,000</w:t>
      </w:r>
      <w:r w:rsidR="00C02751">
        <w:rPr>
          <w:rFonts w:eastAsia="Times New Roman"/>
        </w:rPr>
        <w:t xml:space="preserve"> </w:t>
      </w:r>
      <w:r w:rsidR="00C02751" w:rsidRPr="00C02751">
        <w:t>people</w:t>
      </w:r>
      <w:r w:rsidR="00C02751">
        <w:rPr>
          <w:rFonts w:eastAsia="Times New Roman"/>
        </w:rPr>
        <w:t xml:space="preserve"> died in crashes involving a distracted driver.</w:t>
      </w:r>
    </w:p>
    <w:p w14:paraId="10625E3F" w14:textId="7D01B52F" w:rsidR="00A66AB8" w:rsidRPr="008052AA" w:rsidRDefault="00A66AB8" w:rsidP="00A66AB8">
      <w:pPr>
        <w:pStyle w:val="ListParagraph"/>
        <w:numPr>
          <w:ilvl w:val="0"/>
          <w:numId w:val="2"/>
        </w:numPr>
      </w:pPr>
      <w:r w:rsidRPr="008052AA">
        <w:t xml:space="preserve">According to NHTSA, </w:t>
      </w:r>
      <w:r w:rsidR="00347D4C">
        <w:t xml:space="preserve">there were </w:t>
      </w:r>
      <w:r w:rsidR="00D403F2">
        <w:t>2</w:t>
      </w:r>
      <w:r w:rsidRPr="008052AA">
        <w:t>,</w:t>
      </w:r>
      <w:r w:rsidR="00D403F2">
        <w:t>841</w:t>
      </w:r>
      <w:r w:rsidRPr="008052AA">
        <w:t xml:space="preserve"> people killed in motor vehicle crashes involving distracted drivers in 201</w:t>
      </w:r>
      <w:r w:rsidR="00D403F2">
        <w:t>8</w:t>
      </w:r>
      <w:r w:rsidRPr="008052AA">
        <w:t xml:space="preserve">. </w:t>
      </w:r>
      <w:r w:rsidR="002507AC" w:rsidRPr="008052AA">
        <w:t xml:space="preserve">While this reflects a </w:t>
      </w:r>
      <w:r w:rsidR="00D403F2">
        <w:t>12-</w:t>
      </w:r>
      <w:r w:rsidR="002507AC" w:rsidRPr="008052AA">
        <w:t xml:space="preserve">percent decrease from 2017, there </w:t>
      </w:r>
      <w:r w:rsidR="00D403F2">
        <w:t>are still thousands of preventable deaths happening on our roads</w:t>
      </w:r>
      <w:r w:rsidR="002507AC" w:rsidRPr="008052AA">
        <w:t>.</w:t>
      </w:r>
      <w:r w:rsidR="002507AC" w:rsidRPr="008052AA" w:rsidDel="002507AC">
        <w:t xml:space="preserve"> </w:t>
      </w:r>
      <w:r w:rsidRPr="008052AA">
        <w:t xml:space="preserve">In </w:t>
      </w:r>
      <w:r w:rsidR="00D403F2">
        <w:t>the last 7 years, 9.3</w:t>
      </w:r>
      <w:r w:rsidR="002507AC" w:rsidRPr="008052AA">
        <w:t xml:space="preserve"> percent </w:t>
      </w:r>
      <w:r w:rsidRPr="008052AA">
        <w:t xml:space="preserve">of </w:t>
      </w:r>
      <w:r w:rsidR="002507AC" w:rsidRPr="008052AA">
        <w:t xml:space="preserve">all </w:t>
      </w:r>
      <w:r w:rsidRPr="008052AA">
        <w:t xml:space="preserve">fatal crashes </w:t>
      </w:r>
      <w:r w:rsidR="002507AC" w:rsidRPr="008052AA">
        <w:t>involved a distracted driver.</w:t>
      </w:r>
      <w:r w:rsidRPr="008052AA">
        <w:t xml:space="preserve"> </w:t>
      </w:r>
    </w:p>
    <w:p w14:paraId="28C64711" w14:textId="0D1B7900" w:rsidR="00C27BD3" w:rsidRPr="008052AA" w:rsidRDefault="00A66AB8" w:rsidP="00C27BD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8052AA">
        <w:t xml:space="preserve">Texting while driving has become an especially problematic trend among </w:t>
      </w:r>
      <w:r w:rsidR="006D53DE" w:rsidRPr="008052AA">
        <w:t>younger drivers</w:t>
      </w:r>
      <w:r w:rsidR="00347D4C">
        <w:t>.</w:t>
      </w:r>
      <w:r w:rsidR="00D403F2">
        <w:t xml:space="preserve"> In fact, in 2018</w:t>
      </w:r>
      <w:r w:rsidR="00C27BD3" w:rsidRPr="008052AA">
        <w:t xml:space="preserve">, 8 percent of people killed in teen (15-19) driving crashes died when </w:t>
      </w:r>
      <w:r w:rsidR="002507AC" w:rsidRPr="008052AA">
        <w:t xml:space="preserve">the </w:t>
      </w:r>
      <w:r w:rsidR="00C27BD3" w:rsidRPr="008052AA">
        <w:t>teen drivers were distracted at the time</w:t>
      </w:r>
      <w:r w:rsidR="00D403F2">
        <w:t xml:space="preserve"> of the crash</w:t>
      </w:r>
      <w:r w:rsidR="00C27BD3" w:rsidRPr="008052AA">
        <w:t>.</w:t>
      </w:r>
    </w:p>
    <w:p w14:paraId="59A12925" w14:textId="3CB5FA1B" w:rsidR="00A66AB8" w:rsidRPr="008052AA" w:rsidRDefault="00A66AB8" w:rsidP="00A66AB8">
      <w:pPr>
        <w:pStyle w:val="ListParagraph"/>
        <w:numPr>
          <w:ilvl w:val="0"/>
          <w:numId w:val="2"/>
        </w:numPr>
      </w:pPr>
      <w:r w:rsidRPr="008052AA">
        <w:t>According to NHTSA, young drivers 16 to 24</w:t>
      </w:r>
      <w:r w:rsidR="00D403F2">
        <w:t xml:space="preserve"> </w:t>
      </w:r>
      <w:r w:rsidRPr="008052AA">
        <w:t>years</w:t>
      </w:r>
      <w:r w:rsidR="00D403F2">
        <w:t xml:space="preserve"> </w:t>
      </w:r>
      <w:r w:rsidRPr="008052AA">
        <w:t xml:space="preserve">old have been observed using handheld electronic devices while driving at higher rates than older drivers </w:t>
      </w:r>
      <w:r w:rsidR="00D403F2">
        <w:t xml:space="preserve">have </w:t>
      </w:r>
      <w:r w:rsidRPr="008052AA">
        <w:t xml:space="preserve">since 2007. </w:t>
      </w:r>
    </w:p>
    <w:p w14:paraId="0FF5417F" w14:textId="7B16E5F5" w:rsidR="00A66AB8" w:rsidRPr="00A66AB8" w:rsidRDefault="00A66AB8" w:rsidP="00745428">
      <w:pPr>
        <w:pStyle w:val="Heading3"/>
        <w:tabs>
          <w:tab w:val="left" w:pos="720"/>
          <w:tab w:val="left" w:pos="1080"/>
        </w:tabs>
      </w:pPr>
      <w:r w:rsidRPr="00A66AB8">
        <w:rPr>
          <w:bCs w:val="0"/>
        </w:rPr>
        <w:t>Safety Tips for Driving</w:t>
      </w:r>
    </w:p>
    <w:p w14:paraId="4EDE61AE" w14:textId="77777777" w:rsidR="00A66AB8" w:rsidRDefault="00A66AB8" w:rsidP="00A66AB8">
      <w:pPr>
        <w:pStyle w:val="ListParagraph"/>
        <w:numPr>
          <w:ilvl w:val="0"/>
          <w:numId w:val="3"/>
        </w:numPr>
      </w:pPr>
      <w:r>
        <w:t>If you are expecting a text message or need to send one, pull over and park your car in a safe location. Once you are safely off the road</w:t>
      </w:r>
      <w:r w:rsidR="002F5382">
        <w:t xml:space="preserve"> and parked</w:t>
      </w:r>
      <w:r>
        <w:t>, it is safe to text.</w:t>
      </w:r>
    </w:p>
    <w:p w14:paraId="4456210F" w14:textId="31844FFE" w:rsidR="00A66AB8" w:rsidRDefault="00A66AB8" w:rsidP="00A66AB8">
      <w:pPr>
        <w:pStyle w:val="ListParagraph"/>
        <w:numPr>
          <w:ilvl w:val="0"/>
          <w:numId w:val="3"/>
        </w:numPr>
      </w:pPr>
      <w:r>
        <w:t xml:space="preserve">Designate your passenger as your </w:t>
      </w:r>
      <w:r w:rsidR="002507AC">
        <w:t xml:space="preserve">“designated </w:t>
      </w:r>
      <w:r>
        <w:t>texter.</w:t>
      </w:r>
      <w:r w:rsidR="002F5382">
        <w:t>”</w:t>
      </w:r>
      <w:r>
        <w:t xml:space="preserve"> Allow them access to your phone to respond to calls or messages.</w:t>
      </w:r>
    </w:p>
    <w:p w14:paraId="4FFD512B" w14:textId="29239761" w:rsidR="008E229B" w:rsidRDefault="00A66AB8" w:rsidP="008E229B">
      <w:pPr>
        <w:pStyle w:val="ListParagraph"/>
        <w:numPr>
          <w:ilvl w:val="0"/>
          <w:numId w:val="3"/>
        </w:numPr>
      </w:pPr>
      <w:r>
        <w:t>Do not engage in social media scrolling or messaging whil</w:t>
      </w:r>
      <w:r w:rsidR="00D403F2">
        <w:t>e driving. Cell phone use is</w:t>
      </w:r>
      <w:r>
        <w:t xml:space="preserve"> habit-forming. </w:t>
      </w:r>
    </w:p>
    <w:p w14:paraId="55733DB4" w14:textId="77777777" w:rsidR="008E229B" w:rsidRDefault="008E229B" w:rsidP="008E229B">
      <w:pPr>
        <w:pStyle w:val="ListParagraph"/>
      </w:pPr>
    </w:p>
    <w:p w14:paraId="0A388734" w14:textId="68752826" w:rsidR="00A66AB8" w:rsidRPr="00A66AB8" w:rsidRDefault="00A66AB8" w:rsidP="008E229B">
      <w:pPr>
        <w:pStyle w:val="ListParagraph"/>
        <w:numPr>
          <w:ilvl w:val="0"/>
          <w:numId w:val="3"/>
        </w:numPr>
      </w:pPr>
      <w:r>
        <w:lastRenderedPageBreak/>
        <w:t>Struggling to no</w:t>
      </w:r>
      <w:r w:rsidR="00D403F2">
        <w:t xml:space="preserve">t text and drive? </w:t>
      </w:r>
      <w:r w:rsidR="005B6B35">
        <w:t>Activate your phone’s “Do Not Disturb” feature, or p</w:t>
      </w:r>
      <w:r w:rsidR="00D403F2">
        <w:t>ut your</w:t>
      </w:r>
      <w:r>
        <w:t xml:space="preserve"> cell phone in the </w:t>
      </w:r>
      <w:r w:rsidR="002507AC">
        <w:t xml:space="preserve">trunk, glove box, or </w:t>
      </w:r>
      <w:r w:rsidR="00D403F2">
        <w:t>back seat of your</w:t>
      </w:r>
      <w:r>
        <w:t xml:space="preserve"> vehicle until you arrive at your destination.</w:t>
      </w:r>
    </w:p>
    <w:p w14:paraId="7A47892B" w14:textId="77777777" w:rsidR="00D403F2" w:rsidRDefault="00D403F2" w:rsidP="00745428">
      <w:pPr>
        <w:pStyle w:val="Heading3"/>
        <w:tabs>
          <w:tab w:val="left" w:pos="720"/>
          <w:tab w:val="left" w:pos="1080"/>
        </w:tabs>
        <w:rPr>
          <w:bCs w:val="0"/>
        </w:rPr>
      </w:pPr>
    </w:p>
    <w:p w14:paraId="35A79D86" w14:textId="0DA77A43" w:rsidR="00A66AB8" w:rsidRPr="00A66AB8" w:rsidRDefault="00A66AB8" w:rsidP="00745428">
      <w:pPr>
        <w:pStyle w:val="Heading3"/>
        <w:tabs>
          <w:tab w:val="left" w:pos="720"/>
          <w:tab w:val="left" w:pos="1080"/>
        </w:tabs>
        <w:rPr>
          <w:bCs w:val="0"/>
        </w:rPr>
      </w:pPr>
      <w:r w:rsidRPr="00A66AB8">
        <w:rPr>
          <w:bCs w:val="0"/>
        </w:rPr>
        <w:t>Put Your Phone Away or Pay</w:t>
      </w:r>
      <w:r w:rsidR="00D403F2">
        <w:rPr>
          <w:bCs w:val="0"/>
        </w:rPr>
        <w:t xml:space="preserve"> Up</w:t>
      </w:r>
    </w:p>
    <w:p w14:paraId="7A52EA07" w14:textId="60FC9C3E" w:rsidR="00A66AB8" w:rsidRDefault="00A66AB8" w:rsidP="00A66AB8">
      <w:pPr>
        <w:pStyle w:val="ListParagraph"/>
        <w:numPr>
          <w:ilvl w:val="0"/>
          <w:numId w:val="3"/>
        </w:numPr>
      </w:pPr>
      <w:r>
        <w:t xml:space="preserve">When you get behind the wheel, be an example to your family and friends by putting your phone away. </w:t>
      </w:r>
      <w:r w:rsidR="00D403F2">
        <w:t xml:space="preserve">Just because </w:t>
      </w:r>
      <w:r w:rsidR="005E0907">
        <w:t>other people do it</w:t>
      </w:r>
      <w:r w:rsidR="00D403F2">
        <w:t xml:space="preserve"> doesn’t mean t</w:t>
      </w:r>
      <w:r>
        <w:t xml:space="preserve">exting and driving </w:t>
      </w:r>
      <w:r w:rsidR="00D403F2">
        <w:t>is</w:t>
      </w:r>
      <w:r>
        <w:t xml:space="preserve"> </w:t>
      </w:r>
      <w:r w:rsidR="002507AC">
        <w:t>“normal”</w:t>
      </w:r>
      <w:r>
        <w:t xml:space="preserve"> behavior</w:t>
      </w:r>
      <w:r w:rsidR="005E0907">
        <w:t xml:space="preserve">. Instead, </w:t>
      </w:r>
      <w:r>
        <w:t xml:space="preserve">it’s a </w:t>
      </w:r>
      <w:r w:rsidR="002507AC">
        <w:t xml:space="preserve">selfish, </w:t>
      </w:r>
      <w:r>
        <w:t xml:space="preserve">deadly and, oftentimes, illegal activity that could kill you, a loved one, a friend, or a stranger. </w:t>
      </w:r>
    </w:p>
    <w:p w14:paraId="59E91244" w14:textId="324EE87D" w:rsidR="00A66AB8" w:rsidRDefault="002F5382" w:rsidP="00A66AB8">
      <w:pPr>
        <w:pStyle w:val="ListParagraph"/>
        <w:numPr>
          <w:ilvl w:val="0"/>
          <w:numId w:val="3"/>
        </w:numPr>
      </w:pPr>
      <w:r>
        <w:t>In 4</w:t>
      </w:r>
      <w:r w:rsidR="005B6B35">
        <w:t>8</w:t>
      </w:r>
      <w:r>
        <w:t xml:space="preserve"> States, the District of Columbia</w:t>
      </w:r>
      <w:r w:rsidR="00A66AB8">
        <w:t xml:space="preserve">, Puerto Rico, Guam, and the U.S. Virgin Islands, texting while driving is an illegal, </w:t>
      </w:r>
      <w:proofErr w:type="spellStart"/>
      <w:r w:rsidR="00A66AB8">
        <w:t>ticketable</w:t>
      </w:r>
      <w:proofErr w:type="spellEnd"/>
      <w:r w:rsidR="00A66AB8">
        <w:t xml:space="preserve"> offense.</w:t>
      </w:r>
      <w:r>
        <w:t xml:space="preserve"> You could end up paying a hefty </w:t>
      </w:r>
      <w:proofErr w:type="gramStart"/>
      <w:r>
        <w:t>fine</w:t>
      </w:r>
      <w:r w:rsidR="002507AC">
        <w:t>, and</w:t>
      </w:r>
      <w:proofErr w:type="gramEnd"/>
      <w:r w:rsidR="002507AC">
        <w:t xml:space="preserve"> get points on your license</w:t>
      </w:r>
      <w:r>
        <w:t>.</w:t>
      </w:r>
    </w:p>
    <w:p w14:paraId="5D6EA121" w14:textId="086742BE" w:rsidR="00A66AB8" w:rsidRDefault="00D403F2" w:rsidP="00A66AB8">
      <w:pPr>
        <w:pStyle w:val="ListParagraph"/>
        <w:numPr>
          <w:ilvl w:val="0"/>
          <w:numId w:val="3"/>
        </w:numPr>
      </w:pPr>
      <w:r>
        <w:t>If you see someone texting while driving, speak up</w:t>
      </w:r>
      <w:r w:rsidR="00A66AB8">
        <w:t xml:space="preserve">. If your </w:t>
      </w:r>
      <w:proofErr w:type="gramStart"/>
      <w:r w:rsidR="00A66AB8">
        <w:t>friends</w:t>
      </w:r>
      <w:proofErr w:type="gramEnd"/>
      <w:r w:rsidR="00A66AB8">
        <w:t xml:space="preserve"> text while driving, tell them to stop. Listen to your passengers</w:t>
      </w:r>
      <w:r w:rsidR="002F5382">
        <w:t>:</w:t>
      </w:r>
      <w:r w:rsidR="00A66AB8">
        <w:t xml:space="preserve"> </w:t>
      </w:r>
      <w:r w:rsidR="002F5382">
        <w:t>I</w:t>
      </w:r>
      <w:r w:rsidR="00A66AB8">
        <w:t xml:space="preserve">f they catch you texting while driving and tell you to put your phone away, put it down. </w:t>
      </w:r>
    </w:p>
    <w:p w14:paraId="78285470" w14:textId="77777777" w:rsidR="00A66AB8" w:rsidRPr="00D403F2" w:rsidRDefault="00A66AB8" w:rsidP="00A66AB8">
      <w:pPr>
        <w:pStyle w:val="ListParagraph"/>
        <w:numPr>
          <w:ilvl w:val="0"/>
          <w:numId w:val="3"/>
        </w:numPr>
        <w:rPr>
          <w:lang w:val="es-US"/>
        </w:rPr>
      </w:pPr>
      <w:r>
        <w:t xml:space="preserve">Remember, when you get behind the wheel, put your phone away. </w:t>
      </w:r>
      <w:r w:rsidRPr="00D403F2">
        <w:rPr>
          <w:i/>
          <w:lang w:val="es-US"/>
        </w:rPr>
        <w:t>U Drive. U Text. U Pay.</w:t>
      </w:r>
    </w:p>
    <w:p w14:paraId="73DD8555" w14:textId="7AF23A22" w:rsidR="004944B0" w:rsidRPr="00A66AB8" w:rsidRDefault="00A66AB8" w:rsidP="00A66AB8">
      <w:r w:rsidRPr="00A66AB8">
        <w:t>For more information, visit www.trafficsafetymarketing.gov.</w:t>
      </w:r>
      <w:r w:rsidR="002507AC" w:rsidRPr="002507AC">
        <w:rPr>
          <w:rFonts w:eastAsia="Times New Roman"/>
        </w:rPr>
        <w:t xml:space="preserve"> </w:t>
      </w:r>
    </w:p>
    <w:sectPr w:rsidR="004944B0" w:rsidRPr="00A66AB8" w:rsidSect="00B45428">
      <w:headerReference w:type="default" r:id="rId7"/>
      <w:footerReference w:type="default" r:id="rId8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692DEC" w14:textId="77777777" w:rsidR="00DF7067" w:rsidRDefault="00DF7067" w:rsidP="00901CE9">
      <w:pPr>
        <w:spacing w:after="0" w:line="240" w:lineRule="auto"/>
      </w:pPr>
      <w:r>
        <w:separator/>
      </w:r>
    </w:p>
  </w:endnote>
  <w:endnote w:type="continuationSeparator" w:id="0">
    <w:p w14:paraId="716B44F3" w14:textId="77777777" w:rsidR="00DF7067" w:rsidRDefault="00DF7067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3ADED" w14:textId="0578056F" w:rsidR="00901CE9" w:rsidRPr="00901CE9" w:rsidRDefault="00CA1A42" w:rsidP="00B45428">
    <w:pPr>
      <w:pStyle w:val="5ControlCode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A530A0" wp14:editId="7F476F7F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4CCD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A530A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728D4CCD" w14:textId="77777777"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  <w:r w:rsidR="00D91728">
      <w:t>14440a-011720-v4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FD4F0" w14:textId="77777777" w:rsidR="00DF7067" w:rsidRDefault="00DF7067" w:rsidP="00901CE9">
      <w:pPr>
        <w:spacing w:after="0" w:line="240" w:lineRule="auto"/>
      </w:pPr>
      <w:r>
        <w:separator/>
      </w:r>
    </w:p>
  </w:footnote>
  <w:footnote w:type="continuationSeparator" w:id="0">
    <w:p w14:paraId="6FFF0B7B" w14:textId="77777777" w:rsidR="00DF7067" w:rsidRDefault="00DF7067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E1892" w14:textId="77777777" w:rsidR="00C52F03" w:rsidRDefault="0017006F" w:rsidP="0052561C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771F28BE" wp14:editId="016AF77D">
          <wp:extent cx="2002536" cy="1051560"/>
          <wp:effectExtent l="0" t="0" r="0" b="0"/>
          <wp:docPr id="4" name="Picture 4" descr="U Text. U Drive. U Pay. Logo" title="U Text. U Drive. U Pay.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extUDriveUPay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2536" cy="1051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25FD1"/>
    <w:multiLevelType w:val="multilevel"/>
    <w:tmpl w:val="3350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1B3445"/>
    <w:multiLevelType w:val="hybridMultilevel"/>
    <w:tmpl w:val="045ED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81948"/>
    <w:multiLevelType w:val="hybridMultilevel"/>
    <w:tmpl w:val="0A76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092F49"/>
    <w:rsid w:val="000B465E"/>
    <w:rsid w:val="00161F42"/>
    <w:rsid w:val="00162630"/>
    <w:rsid w:val="0017006F"/>
    <w:rsid w:val="001933E0"/>
    <w:rsid w:val="001E692F"/>
    <w:rsid w:val="00205F4F"/>
    <w:rsid w:val="0021528E"/>
    <w:rsid w:val="002507AC"/>
    <w:rsid w:val="00250C7E"/>
    <w:rsid w:val="00295062"/>
    <w:rsid w:val="002A6AAF"/>
    <w:rsid w:val="002B4917"/>
    <w:rsid w:val="002B66C6"/>
    <w:rsid w:val="002C5FF8"/>
    <w:rsid w:val="002F5382"/>
    <w:rsid w:val="00303EA2"/>
    <w:rsid w:val="00336225"/>
    <w:rsid w:val="00343E03"/>
    <w:rsid w:val="00347D4C"/>
    <w:rsid w:val="00352A56"/>
    <w:rsid w:val="003D2D80"/>
    <w:rsid w:val="0044200B"/>
    <w:rsid w:val="004441F3"/>
    <w:rsid w:val="0044490E"/>
    <w:rsid w:val="00454875"/>
    <w:rsid w:val="004944B0"/>
    <w:rsid w:val="004D21EE"/>
    <w:rsid w:val="004D77A2"/>
    <w:rsid w:val="004F7615"/>
    <w:rsid w:val="00512BFB"/>
    <w:rsid w:val="00515528"/>
    <w:rsid w:val="00515DBC"/>
    <w:rsid w:val="0052561C"/>
    <w:rsid w:val="005422D2"/>
    <w:rsid w:val="005430D9"/>
    <w:rsid w:val="00550936"/>
    <w:rsid w:val="00565486"/>
    <w:rsid w:val="005B6B35"/>
    <w:rsid w:val="005E0907"/>
    <w:rsid w:val="005E42DD"/>
    <w:rsid w:val="005E6B7F"/>
    <w:rsid w:val="00603243"/>
    <w:rsid w:val="00604280"/>
    <w:rsid w:val="00625A39"/>
    <w:rsid w:val="00636AEB"/>
    <w:rsid w:val="0067003C"/>
    <w:rsid w:val="00672251"/>
    <w:rsid w:val="00673C85"/>
    <w:rsid w:val="00697610"/>
    <w:rsid w:val="006D087A"/>
    <w:rsid w:val="006D53DE"/>
    <w:rsid w:val="007042BA"/>
    <w:rsid w:val="00722799"/>
    <w:rsid w:val="00745428"/>
    <w:rsid w:val="0077096D"/>
    <w:rsid w:val="007B6F61"/>
    <w:rsid w:val="007C2723"/>
    <w:rsid w:val="007D5238"/>
    <w:rsid w:val="007F0F99"/>
    <w:rsid w:val="008052AA"/>
    <w:rsid w:val="00824066"/>
    <w:rsid w:val="008459C9"/>
    <w:rsid w:val="008B6819"/>
    <w:rsid w:val="008B6C4C"/>
    <w:rsid w:val="008C149B"/>
    <w:rsid w:val="008E229B"/>
    <w:rsid w:val="00901CE9"/>
    <w:rsid w:val="00905462"/>
    <w:rsid w:val="009A5F02"/>
    <w:rsid w:val="009B1C37"/>
    <w:rsid w:val="009C0118"/>
    <w:rsid w:val="009E3F3A"/>
    <w:rsid w:val="009F10D9"/>
    <w:rsid w:val="009F3460"/>
    <w:rsid w:val="00A13A29"/>
    <w:rsid w:val="00A209DF"/>
    <w:rsid w:val="00A345FE"/>
    <w:rsid w:val="00A519A9"/>
    <w:rsid w:val="00A54366"/>
    <w:rsid w:val="00A554BC"/>
    <w:rsid w:val="00A66AB8"/>
    <w:rsid w:val="00A77193"/>
    <w:rsid w:val="00A80AFB"/>
    <w:rsid w:val="00A90A9E"/>
    <w:rsid w:val="00A92491"/>
    <w:rsid w:val="00A9644F"/>
    <w:rsid w:val="00AA106A"/>
    <w:rsid w:val="00AC26F3"/>
    <w:rsid w:val="00AD3AFD"/>
    <w:rsid w:val="00AF7880"/>
    <w:rsid w:val="00B331E3"/>
    <w:rsid w:val="00B45428"/>
    <w:rsid w:val="00B61D6C"/>
    <w:rsid w:val="00B63986"/>
    <w:rsid w:val="00B753A4"/>
    <w:rsid w:val="00B9273B"/>
    <w:rsid w:val="00BA58D0"/>
    <w:rsid w:val="00BB1112"/>
    <w:rsid w:val="00BF0673"/>
    <w:rsid w:val="00BF4619"/>
    <w:rsid w:val="00C02751"/>
    <w:rsid w:val="00C27BD3"/>
    <w:rsid w:val="00C52F03"/>
    <w:rsid w:val="00C55758"/>
    <w:rsid w:val="00C558F0"/>
    <w:rsid w:val="00C64E8A"/>
    <w:rsid w:val="00CA1A42"/>
    <w:rsid w:val="00CC5909"/>
    <w:rsid w:val="00CE7F96"/>
    <w:rsid w:val="00D11077"/>
    <w:rsid w:val="00D153D0"/>
    <w:rsid w:val="00D3792F"/>
    <w:rsid w:val="00D403F2"/>
    <w:rsid w:val="00D55119"/>
    <w:rsid w:val="00D914AC"/>
    <w:rsid w:val="00D91728"/>
    <w:rsid w:val="00D92FE1"/>
    <w:rsid w:val="00DA4406"/>
    <w:rsid w:val="00DE2078"/>
    <w:rsid w:val="00DE4EF2"/>
    <w:rsid w:val="00DF7067"/>
    <w:rsid w:val="00E14CE6"/>
    <w:rsid w:val="00E1549F"/>
    <w:rsid w:val="00E31AC0"/>
    <w:rsid w:val="00E53BEF"/>
    <w:rsid w:val="00E61458"/>
    <w:rsid w:val="00E61E96"/>
    <w:rsid w:val="00F01171"/>
    <w:rsid w:val="00F21C7C"/>
    <w:rsid w:val="00F41EC0"/>
    <w:rsid w:val="00F7725C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B663C"/>
  <w15:docId w15:val="{10CF1EA0-D078-404C-9F0F-049B253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 Body"/>
    <w:qFormat/>
    <w:rsid w:val="00E6145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6145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6145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6145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5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5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4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E6145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E6145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E61458"/>
    <w:rPr>
      <w:color w:val="0000FF"/>
      <w:u w:val="single"/>
    </w:rPr>
  </w:style>
  <w:style w:type="paragraph" w:customStyle="1" w:styleId="MediumGrid21">
    <w:name w:val="Medium Grid 21"/>
    <w:uiPriority w:val="1"/>
    <w:rsid w:val="00E61458"/>
    <w:rPr>
      <w:sz w:val="22"/>
      <w:szCs w:val="22"/>
    </w:rPr>
  </w:style>
  <w:style w:type="paragraph" w:customStyle="1" w:styleId="Normal1">
    <w:name w:val="Normal1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E61458"/>
  </w:style>
  <w:style w:type="paragraph" w:customStyle="1" w:styleId="bodycopy">
    <w:name w:val="bodycopy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E61458"/>
  </w:style>
  <w:style w:type="table" w:styleId="TableGrid">
    <w:name w:val="Table Grid"/>
    <w:basedOn w:val="TableNormal"/>
    <w:uiPriority w:val="59"/>
    <w:rsid w:val="00E6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E6145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E614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145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E6145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6145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E6145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E61458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qFormat/>
    <w:rsid w:val="00A66AB8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34"/>
    <w:qFormat/>
    <w:rsid w:val="00A66AB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538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422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2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2D2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2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2D2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0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 U Text Fact Sheet</dc:title>
  <dc:creator>NHTSA</dc:creator>
  <cp:keywords>texting, distracted, U text, U pay, NHTSA, fact</cp:keywords>
  <cp:lastModifiedBy>Tara Casanova Powell</cp:lastModifiedBy>
  <cp:revision>2</cp:revision>
  <dcterms:created xsi:type="dcterms:W3CDTF">2020-03-04T21:21:00Z</dcterms:created>
  <dcterms:modified xsi:type="dcterms:W3CDTF">2020-03-04T21:21:00Z</dcterms:modified>
</cp:coreProperties>
</file>